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DC4" w:rsidRDefault="00712DC4" w:rsidP="00B1776F">
      <w:pPr>
        <w:pStyle w:val="NoSpacing"/>
      </w:pPr>
      <w:r>
        <w:t>Quick/Dutko</w:t>
      </w:r>
    </w:p>
    <w:p w:rsidR="00712DC4" w:rsidRDefault="00712DC4" w:rsidP="00B1776F">
      <w:pPr>
        <w:pStyle w:val="NoSpacing"/>
      </w:pPr>
      <w:r>
        <w:t>December 2, 2011</w:t>
      </w:r>
    </w:p>
    <w:p w:rsidR="00712DC4" w:rsidRDefault="00712DC4" w:rsidP="00B1776F">
      <w:pPr>
        <w:pStyle w:val="NoSpacing"/>
      </w:pPr>
      <w:r>
        <w:t>CCS-CTE</w:t>
      </w:r>
    </w:p>
    <w:p w:rsidR="00712DC4" w:rsidRDefault="00712DC4" w:rsidP="00B1776F">
      <w:pPr>
        <w:pStyle w:val="NoSpacing"/>
      </w:pPr>
      <w:r>
        <w:t>Health Sciences</w:t>
      </w:r>
    </w:p>
    <w:p w:rsidR="00712DC4" w:rsidRDefault="00712DC4" w:rsidP="00B1776F">
      <w:pPr>
        <w:pStyle w:val="NoSpacing"/>
      </w:pPr>
    </w:p>
    <w:p w:rsidR="00712DC4" w:rsidRDefault="00712DC4" w:rsidP="00B1776F">
      <w:pPr>
        <w:pStyle w:val="NoSpacing"/>
      </w:pPr>
      <w:bookmarkStart w:id="0" w:name="_GoBack"/>
      <w:bookmarkEnd w:id="0"/>
    </w:p>
    <w:p w:rsidR="00712DC4" w:rsidRDefault="00712DC4" w:rsidP="00B1776F">
      <w:r>
        <w:t xml:space="preserve">NJ - Career and Technical Education (2009) (7 Items)NJ - Career and Technical Education (2009) </w:t>
      </w:r>
    </w:p>
    <w:p w:rsidR="00712DC4" w:rsidRDefault="00712DC4" w:rsidP="00B1776F">
      <w:r>
        <w:t xml:space="preserve">{VHEL.9-12.9.4.12.H.6} Demonstrate use of the concepts, strategies, and systems for obtaining and conveying ideas and information to enhance communication. </w:t>
      </w:r>
    </w:p>
    <w:p w:rsidR="00712DC4" w:rsidRDefault="00712DC4" w:rsidP="00B1776F">
      <w:r>
        <w:t xml:space="preserve">NJ - Career and Technical Education (2009) </w:t>
      </w:r>
    </w:p>
    <w:p w:rsidR="00712DC4" w:rsidRDefault="00712DC4" w:rsidP="00B1776F">
      <w:r>
        <w:t xml:space="preserve">{VHEL.9-12.9.4.12.H.10} Develop and deliver formal and informal presentations using appropriate media to engage and inform audiences. </w:t>
      </w:r>
    </w:p>
    <w:p w:rsidR="00712DC4" w:rsidRDefault="00712DC4" w:rsidP="00B1776F">
      <w:r>
        <w:t xml:space="preserve">NJ - Career and Technical Education (2009) </w:t>
      </w:r>
    </w:p>
    <w:p w:rsidR="00712DC4" w:rsidRDefault="00712DC4" w:rsidP="00B1776F">
      <w:r>
        <w:t xml:space="preserve">{VHEL.9-12.9.4.12.H.27} Employ collaborative/groupware applications to facilitate group work. </w:t>
      </w:r>
    </w:p>
    <w:p w:rsidR="00712DC4" w:rsidRDefault="00712DC4" w:rsidP="00B1776F">
      <w:r>
        <w:t xml:space="preserve">NJ - Career and Technical Education (2009) </w:t>
      </w:r>
    </w:p>
    <w:p w:rsidR="00712DC4" w:rsidRDefault="00712DC4" w:rsidP="00B1776F">
      <w:r>
        <w:t xml:space="preserve">{VHEL.9-12.9.4.12.H.16} Employ critical thinking skills (e.g., analyze, synthesize, and evaluate) independently and in teams to solve problems and make decisions. </w:t>
      </w:r>
    </w:p>
    <w:p w:rsidR="00712DC4" w:rsidRDefault="00712DC4" w:rsidP="00B1776F">
      <w:r>
        <w:t xml:space="preserve">NJ - Career and Technical Education (2009) </w:t>
      </w:r>
    </w:p>
    <w:p w:rsidR="00712DC4" w:rsidRDefault="00712DC4" w:rsidP="00B1776F">
      <w:r>
        <w:t xml:space="preserve">{VHEL.9-12.9.4.12.H.15} Exhibit public relations skills in order to increase internal and external customer satisfaction. </w:t>
      </w:r>
    </w:p>
    <w:p w:rsidR="00712DC4" w:rsidRDefault="00712DC4" w:rsidP="00B1776F">
      <w:r>
        <w:t xml:space="preserve">NJ - Career and Technical Education (2009) </w:t>
      </w:r>
    </w:p>
    <w:p w:rsidR="00712DC4" w:rsidRDefault="00712DC4" w:rsidP="00B1776F">
      <w:r>
        <w:t xml:space="preserve">{VHEL.9-12.9.4.12.H.18} Identify, write, and monitor performance goals to guide progress in assigned areas of responsibility and accountability. </w:t>
      </w:r>
    </w:p>
    <w:p w:rsidR="00712DC4" w:rsidRDefault="00712DC4" w:rsidP="00B1776F">
      <w:r>
        <w:t xml:space="preserve">NJ - Career and Technical Education (2009) </w:t>
      </w:r>
    </w:p>
    <w:p w:rsidR="00712DC4" w:rsidRDefault="00712DC4" w:rsidP="00B1776F">
      <w:r>
        <w:t xml:space="preserve">{VHEL.9-12.9.4.12.H.7} Locate, organize, and reference written information from various sources to communicate with others. </w:t>
      </w:r>
    </w:p>
    <w:p w:rsidR="00712DC4" w:rsidRDefault="00712DC4" w:rsidP="00B1776F">
      <w:r>
        <w:t xml:space="preserve">  </w:t>
      </w:r>
    </w:p>
    <w:p w:rsidR="00712DC4" w:rsidRDefault="00712DC4" w:rsidP="00B1776F">
      <w:r>
        <w:t xml:space="preserve">  </w:t>
      </w:r>
    </w:p>
    <w:sectPr w:rsidR="00712DC4" w:rsidSect="00757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76F"/>
    <w:rsid w:val="00375FD1"/>
    <w:rsid w:val="00712DC4"/>
    <w:rsid w:val="00757DC6"/>
    <w:rsid w:val="0094115A"/>
    <w:rsid w:val="00B1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DC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177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203</Words>
  <Characters>1163</Characters>
  <Application>Microsoft Office Outlook</Application>
  <DocSecurity>0</DocSecurity>
  <Lines>0</Lines>
  <Paragraphs>0</Paragraphs>
  <ScaleCrop>false</ScaleCrop>
  <Company>BCIT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Quick/Dutko</dc:title>
  <dc:subject/>
  <dc:creator>Dutko, Kelly</dc:creator>
  <cp:keywords/>
  <dc:description/>
  <cp:lastModifiedBy>rbangs</cp:lastModifiedBy>
  <cp:revision>2</cp:revision>
  <dcterms:created xsi:type="dcterms:W3CDTF">2011-12-05T16:27:00Z</dcterms:created>
  <dcterms:modified xsi:type="dcterms:W3CDTF">2011-12-05T16:27:00Z</dcterms:modified>
</cp:coreProperties>
</file>